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BA" w:rsidRDefault="005C19BA">
      <w:pPr>
        <w:rPr>
          <w:b/>
          <w:sz w:val="36"/>
          <w:szCs w:val="36"/>
        </w:rPr>
      </w:pPr>
      <w:r w:rsidRPr="00BD30C7">
        <w:rPr>
          <w:b/>
          <w:sz w:val="44"/>
          <w:szCs w:val="44"/>
        </w:rPr>
        <w:t>S</w:t>
      </w:r>
      <w:r w:rsidR="0048084E" w:rsidRPr="00BD30C7">
        <w:rPr>
          <w:b/>
          <w:sz w:val="44"/>
          <w:szCs w:val="44"/>
        </w:rPr>
        <w:t>eminář</w:t>
      </w:r>
      <w:r w:rsidRPr="00BD30C7">
        <w:rPr>
          <w:b/>
          <w:sz w:val="44"/>
          <w:szCs w:val="44"/>
        </w:rPr>
        <w:t xml:space="preserve"> literární</w:t>
      </w:r>
      <w:r w:rsidR="0048084E" w:rsidRPr="00BD30C7">
        <w:rPr>
          <w:b/>
          <w:sz w:val="44"/>
          <w:szCs w:val="44"/>
        </w:rPr>
        <w:t xml:space="preserve"> pro </w:t>
      </w:r>
      <w:r w:rsidRPr="00BD30C7">
        <w:rPr>
          <w:b/>
          <w:sz w:val="44"/>
          <w:szCs w:val="44"/>
        </w:rPr>
        <w:t xml:space="preserve">3. ročník </w:t>
      </w:r>
      <w:r w:rsidR="0048084E">
        <w:t xml:space="preserve"> </w:t>
      </w:r>
      <w:r w:rsidR="00BD30C7">
        <w:t xml:space="preserve">                      </w:t>
      </w:r>
      <w:r w:rsidR="0048084E">
        <w:t xml:space="preserve"> </w:t>
      </w:r>
      <w:r w:rsidR="0048084E" w:rsidRPr="00BD30C7">
        <w:rPr>
          <w:b/>
          <w:sz w:val="36"/>
          <w:szCs w:val="36"/>
        </w:rPr>
        <w:t>Jaroslav Picka</w:t>
      </w:r>
    </w:p>
    <w:p w:rsidR="00BD30C7" w:rsidRPr="00BD30C7" w:rsidRDefault="00BD30C7">
      <w:pPr>
        <w:rPr>
          <w:b/>
          <w:sz w:val="36"/>
          <w:szCs w:val="36"/>
        </w:rPr>
      </w:pPr>
      <w:r>
        <w:rPr>
          <w:b/>
          <w:sz w:val="36"/>
          <w:szCs w:val="36"/>
        </w:rPr>
        <w:t>(2 hodiny týdně)</w:t>
      </w:r>
    </w:p>
    <w:p w:rsidR="005C19BA" w:rsidRDefault="0048084E">
      <w:r>
        <w:t xml:space="preserve"> </w:t>
      </w:r>
    </w:p>
    <w:p w:rsidR="0048084E" w:rsidRDefault="005C19BA">
      <w:r>
        <w:t>(</w:t>
      </w:r>
      <w:r w:rsidR="0048084E">
        <w:t>Dějiny české literatury v souvislosti s nástupem literárních časopisů od 70. let 19. století do roku 1918</w:t>
      </w:r>
      <w:r>
        <w:t>)</w:t>
      </w:r>
    </w:p>
    <w:p w:rsidR="00473C27" w:rsidRDefault="00473C27" w:rsidP="00473C27">
      <w:pPr>
        <w:pStyle w:val="Odstavecseseznamem"/>
        <w:numPr>
          <w:ilvl w:val="0"/>
          <w:numId w:val="1"/>
        </w:numPr>
      </w:pPr>
      <w:r>
        <w:t xml:space="preserve">Publicistika </w:t>
      </w:r>
      <w:proofErr w:type="gramStart"/>
      <w:r>
        <w:t>K.H.</w:t>
      </w:r>
      <w:proofErr w:type="gramEnd"/>
      <w:r>
        <w:t xml:space="preserve"> Borovského a J. K. Tyla, V. Hálka a J. Nerudy</w:t>
      </w:r>
    </w:p>
    <w:p w:rsidR="0048084E" w:rsidRDefault="0048084E" w:rsidP="0048084E">
      <w:pPr>
        <w:pStyle w:val="Odstavecseseznamem"/>
        <w:numPr>
          <w:ilvl w:val="0"/>
          <w:numId w:val="1"/>
        </w:numPr>
      </w:pPr>
      <w:r>
        <w:t>Osvěta (E. Krásnohorská, redaktor V. Vlček)</w:t>
      </w:r>
      <w:r w:rsidR="007F75E1">
        <w:t xml:space="preserve"> proti Lumíru (J. Vrchlický, J. Zeyer, redaktor </w:t>
      </w:r>
      <w:proofErr w:type="gramStart"/>
      <w:r w:rsidR="007F75E1">
        <w:t>J.V.</w:t>
      </w:r>
      <w:proofErr w:type="gramEnd"/>
      <w:r w:rsidR="007F75E1">
        <w:t xml:space="preserve"> Sládek)</w:t>
      </w:r>
    </w:p>
    <w:p w:rsidR="007F75E1" w:rsidRDefault="007F75E1" w:rsidP="0048084E">
      <w:pPr>
        <w:pStyle w:val="Odstavecseseznamem"/>
        <w:numPr>
          <w:ilvl w:val="0"/>
          <w:numId w:val="1"/>
        </w:numPr>
      </w:pPr>
      <w:r>
        <w:t>Přivítání (básnického) realismu a naturalismu ve Světozoru (</w:t>
      </w:r>
      <w:proofErr w:type="gramStart"/>
      <w:r>
        <w:t>J.S.</w:t>
      </w:r>
      <w:proofErr w:type="gramEnd"/>
      <w:r>
        <w:t xml:space="preserve"> </w:t>
      </w:r>
      <w:proofErr w:type="spellStart"/>
      <w:r>
        <w:t>Machar</w:t>
      </w:r>
      <w:proofErr w:type="spellEnd"/>
      <w:r>
        <w:t xml:space="preserve">, A. Sova, </w:t>
      </w:r>
      <w:proofErr w:type="gramStart"/>
      <w:r>
        <w:t>K.V.</w:t>
      </w:r>
      <w:proofErr w:type="gramEnd"/>
      <w:r>
        <w:t xml:space="preserve"> </w:t>
      </w:r>
      <w:proofErr w:type="gramStart"/>
      <w:r>
        <w:t>Rais, F.X.</w:t>
      </w:r>
      <w:proofErr w:type="gramEnd"/>
      <w:r>
        <w:t xml:space="preserve"> Svoboda, A. Jirásek, redaktor </w:t>
      </w:r>
      <w:proofErr w:type="gramStart"/>
      <w:r>
        <w:t>M.A.</w:t>
      </w:r>
      <w:proofErr w:type="gramEnd"/>
      <w:r>
        <w:t xml:space="preserve"> Šimáček</w:t>
      </w:r>
      <w:r w:rsidR="00A528D8">
        <w:t>)</w:t>
      </w:r>
    </w:p>
    <w:p w:rsidR="00A528D8" w:rsidRDefault="00A528D8" w:rsidP="0048084E">
      <w:pPr>
        <w:pStyle w:val="Odstavecseseznamem"/>
        <w:numPr>
          <w:ilvl w:val="0"/>
          <w:numId w:val="1"/>
        </w:numPr>
      </w:pPr>
      <w:r>
        <w:t xml:space="preserve">Nástup České moderny v časopisech Moderní revue a </w:t>
      </w:r>
      <w:proofErr w:type="gramStart"/>
      <w:r>
        <w:t>Rozhledy (F.X.</w:t>
      </w:r>
      <w:proofErr w:type="gramEnd"/>
      <w:r>
        <w:t xml:space="preserve"> Šalda, O. Březina, K. Hlaváček, redaktoři A. Procházka aj. Karásek ze Lvovic)</w:t>
      </w:r>
    </w:p>
    <w:p w:rsidR="00A528D8" w:rsidRDefault="00A528D8" w:rsidP="0048084E">
      <w:pPr>
        <w:pStyle w:val="Odstavecseseznamem"/>
        <w:numPr>
          <w:ilvl w:val="0"/>
          <w:numId w:val="1"/>
        </w:numPr>
      </w:pPr>
      <w:r>
        <w:t>Výrazné postoje k národní kultuře a literatuře v časopisu Čas a jeho příloze Besedy Času (</w:t>
      </w:r>
      <w:proofErr w:type="gramStart"/>
      <w:r>
        <w:t>H.G.</w:t>
      </w:r>
      <w:proofErr w:type="gramEnd"/>
      <w:r>
        <w:t xml:space="preserve"> </w:t>
      </w:r>
      <w:proofErr w:type="spellStart"/>
      <w:r>
        <w:t>Schauer</w:t>
      </w:r>
      <w:proofErr w:type="spellEnd"/>
      <w:r>
        <w:t xml:space="preserve">, </w:t>
      </w:r>
      <w:proofErr w:type="gramStart"/>
      <w:r>
        <w:t>T.G.</w:t>
      </w:r>
      <w:proofErr w:type="gramEnd"/>
      <w:r>
        <w:t xml:space="preserve"> Masaryk, </w:t>
      </w:r>
      <w:proofErr w:type="gramStart"/>
      <w:r>
        <w:t>J.S.</w:t>
      </w:r>
      <w:proofErr w:type="gramEnd"/>
      <w:r>
        <w:t xml:space="preserve"> </w:t>
      </w:r>
      <w:proofErr w:type="spellStart"/>
      <w:r>
        <w:t>Machar</w:t>
      </w:r>
      <w:proofErr w:type="spellEnd"/>
      <w:r>
        <w:t xml:space="preserve">, anonymně P. Bezruč, </w:t>
      </w:r>
      <w:r w:rsidR="00DB05BB">
        <w:t xml:space="preserve">redaktor J. </w:t>
      </w:r>
      <w:proofErr w:type="spellStart"/>
      <w:r w:rsidR="00DB05BB">
        <w:t>Herben</w:t>
      </w:r>
      <w:proofErr w:type="spellEnd"/>
      <w:r w:rsidR="00DB05BB">
        <w:t>)</w:t>
      </w:r>
    </w:p>
    <w:p w:rsidR="00DB05BB" w:rsidRDefault="00DB05BB" w:rsidP="0048084E">
      <w:pPr>
        <w:pStyle w:val="Odstavecseseznamem"/>
        <w:numPr>
          <w:ilvl w:val="0"/>
          <w:numId w:val="1"/>
        </w:numPr>
      </w:pPr>
      <w:r>
        <w:t xml:space="preserve">Nový kult časopisem anarchistických buřičů (F. Šrámek, K. Toman, V. Dyk, redaktor </w:t>
      </w:r>
      <w:proofErr w:type="gramStart"/>
      <w:r>
        <w:t>S.K.</w:t>
      </w:r>
      <w:proofErr w:type="gramEnd"/>
      <w:r>
        <w:t xml:space="preserve"> Neumann</w:t>
      </w:r>
      <w:r w:rsidR="003478E8">
        <w:t>), Neumannův Červen</w:t>
      </w:r>
    </w:p>
    <w:p w:rsidR="005C19BA" w:rsidRDefault="005C19BA" w:rsidP="0048084E">
      <w:pPr>
        <w:pStyle w:val="Odstavecseseznamem"/>
        <w:numPr>
          <w:ilvl w:val="0"/>
          <w:numId w:val="1"/>
        </w:numPr>
      </w:pPr>
      <w:r>
        <w:t xml:space="preserve">Almanach na rok 1914 (O. </w:t>
      </w:r>
      <w:proofErr w:type="spellStart"/>
      <w:r>
        <w:t>Theer</w:t>
      </w:r>
      <w:proofErr w:type="spellEnd"/>
      <w:r>
        <w:t xml:space="preserve">, J. Čapek, K. Čapek, </w:t>
      </w:r>
      <w:proofErr w:type="gramStart"/>
      <w:r>
        <w:t>S.K.</w:t>
      </w:r>
      <w:proofErr w:type="gramEnd"/>
      <w:r>
        <w:t xml:space="preserve"> Neumann, O. Fischer, A. Novák)</w:t>
      </w:r>
      <w:r w:rsidR="003478E8">
        <w:t>,</w:t>
      </w:r>
    </w:p>
    <w:p w:rsidR="003478E8" w:rsidRDefault="003478E8" w:rsidP="003478E8">
      <w:pPr>
        <w:pStyle w:val="Odstavecseseznamem"/>
      </w:pPr>
      <w:r>
        <w:t>kritiky F.X. Šaldy</w:t>
      </w:r>
    </w:p>
    <w:p w:rsidR="00A528D8" w:rsidRDefault="00A528D8" w:rsidP="00A528D8">
      <w:pPr>
        <w:pStyle w:val="Odstavecseseznamem"/>
      </w:pPr>
    </w:p>
    <w:sectPr w:rsidR="00A52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85325"/>
    <w:multiLevelType w:val="hybridMultilevel"/>
    <w:tmpl w:val="CD6E9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A3"/>
    <w:rsid w:val="000C05A3"/>
    <w:rsid w:val="003478E8"/>
    <w:rsid w:val="00473C27"/>
    <w:rsid w:val="0048084E"/>
    <w:rsid w:val="00591B4E"/>
    <w:rsid w:val="005C19BA"/>
    <w:rsid w:val="00665BEC"/>
    <w:rsid w:val="007F75E1"/>
    <w:rsid w:val="00A528D8"/>
    <w:rsid w:val="00BD30C7"/>
    <w:rsid w:val="00DB05BB"/>
    <w:rsid w:val="00EE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A51F"/>
  <w15:docId w15:val="{A0C35206-8548-4DC1-9DE1-F2774C05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08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10E1DAD0</Template>
  <TotalTime>35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Picka Jaroslav</dc:creator>
  <cp:lastModifiedBy>Picka Jaroslav</cp:lastModifiedBy>
  <cp:revision>4</cp:revision>
  <cp:lastPrinted>2018-01-11T13:57:00Z</cp:lastPrinted>
  <dcterms:created xsi:type="dcterms:W3CDTF">2016-09-07T13:25:00Z</dcterms:created>
  <dcterms:modified xsi:type="dcterms:W3CDTF">2016-09-07T13:42:00Z</dcterms:modified>
</cp:coreProperties>
</file>